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9227A6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6761DD">
        <w:rPr>
          <w:rFonts w:ascii="Calibri" w:hAnsi="Calibri"/>
          <w:color w:val="00558C"/>
          <w:sz w:val="24"/>
          <w:szCs w:val="24"/>
        </w:rPr>
        <w:t>VTS5</w:t>
      </w:r>
      <w:r w:rsidR="003F6E64">
        <w:rPr>
          <w:rFonts w:ascii="Calibri" w:hAnsi="Calibri"/>
          <w:color w:val="00558C"/>
          <w:sz w:val="24"/>
          <w:szCs w:val="24"/>
        </w:rPr>
        <w:t>8</w:t>
      </w:r>
      <w:r w:rsidR="006761DD">
        <w:rPr>
          <w:rFonts w:ascii="Calibri" w:hAnsi="Calibri"/>
          <w:color w:val="00558C"/>
          <w:sz w:val="24"/>
          <w:szCs w:val="24"/>
        </w:rPr>
        <w:t>-</w:t>
      </w:r>
      <w:r w:rsidR="00584931">
        <w:rPr>
          <w:rFonts w:ascii="Calibri" w:hAnsi="Calibri"/>
          <w:color w:val="00558C"/>
          <w:sz w:val="24"/>
          <w:szCs w:val="24"/>
        </w:rPr>
        <w:t>10.1.9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584931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6761DD" w:rsidRDefault="00584931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6761DD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6761DD">
        <w:rPr>
          <w:rFonts w:ascii="Calibri" w:hAnsi="Calibri" w:cs="Arial"/>
          <w:lang w:val="sv-SE"/>
        </w:rPr>
        <w:t xml:space="preserve"> ENAV</w:t>
      </w:r>
      <w:r w:rsidR="0080294B" w:rsidRPr="006761DD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 w:rsidRPr="006761DD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6761DD">
        <w:rPr>
          <w:rFonts w:ascii="Calibri" w:hAnsi="Calibri" w:cs="Arial"/>
          <w:lang w:val="sv-SE"/>
        </w:rPr>
        <w:t xml:space="preserve"> </w:t>
      </w:r>
      <w:r w:rsidR="003D2DC1" w:rsidRPr="006761DD">
        <w:rPr>
          <w:rFonts w:ascii="Calibri" w:hAnsi="Calibri" w:cs="Arial"/>
          <w:lang w:val="sv-SE"/>
        </w:rPr>
        <w:t>VTS</w:t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r w:rsidR="0080294B" w:rsidRPr="006761DD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6761DD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6761DD">
        <w:rPr>
          <w:rFonts w:ascii="Calibri" w:hAnsi="Calibri" w:cs="Arial"/>
          <w:lang w:val="sv-SE"/>
        </w:rPr>
        <w:t xml:space="preserve"> </w:t>
      </w:r>
      <w:r w:rsidR="0080294B" w:rsidRPr="006761DD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6761DD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41A77D6B" w:rsidR="00A446C9" w:rsidRPr="00584931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584931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="00037DF4" w:rsidRPr="00584931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584931">
        <w:rPr>
          <w:rFonts w:ascii="Calibri" w:hAnsi="Calibri"/>
          <w:lang w:val="sv-SE"/>
        </w:rPr>
        <w:tab/>
      </w:r>
      <w:r w:rsidR="0080294B" w:rsidRPr="00584931">
        <w:rPr>
          <w:rFonts w:ascii="Calibri" w:hAnsi="Calibri"/>
          <w:lang w:val="sv-SE"/>
        </w:rPr>
        <w:tab/>
      </w:r>
      <w:r w:rsidR="0080294B" w:rsidRPr="00584931">
        <w:rPr>
          <w:rFonts w:ascii="Calibri" w:hAnsi="Calibri"/>
          <w:lang w:val="sv-SE"/>
        </w:rPr>
        <w:tab/>
      </w:r>
      <w:r w:rsidR="00584931">
        <w:rPr>
          <w:rFonts w:ascii="Calibri" w:hAnsi="Calibri"/>
          <w:lang w:val="sv-SE"/>
        </w:rPr>
        <w:t>10.1</w:t>
      </w:r>
    </w:p>
    <w:p w14:paraId="1AB3E246" w14:textId="288D2F8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</w:t>
      </w:r>
      <w:r w:rsidR="004C766F">
        <w:rPr>
          <w:rFonts w:ascii="Calibri" w:hAnsi="Calibri"/>
        </w:rPr>
        <w:t>2</w:t>
      </w:r>
      <w:r w:rsidR="001B4C0C">
        <w:rPr>
          <w:rFonts w:ascii="Calibri" w:hAnsi="Calibri"/>
        </w:rPr>
        <w:t xml:space="preserve"> –</w:t>
      </w:r>
      <w:r w:rsidR="004C766F">
        <w:rPr>
          <w:rFonts w:ascii="Calibri" w:hAnsi="Calibri"/>
        </w:rPr>
        <w:t xml:space="preserve"> New IALA Guideline – Remote Training in VTS</w:t>
      </w:r>
    </w:p>
    <w:p w14:paraId="01FC5420" w14:textId="0260664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Jillian Carson-Jackson, Chair, WG3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25F1E44B" w:rsidR="00A446C9" w:rsidRPr="00605E43" w:rsidRDefault="001B4C0C" w:rsidP="0035243F">
      <w:pPr>
        <w:pStyle w:val="Title"/>
      </w:pPr>
      <w:r>
        <w:t xml:space="preserve">Report of the Intersessional task group activity </w:t>
      </w:r>
      <w:r w:rsidR="005060EA">
        <w:t>on the development of G-###</w:t>
      </w:r>
      <w:r w:rsidR="004C766F">
        <w:t>#</w:t>
      </w:r>
      <w:r w:rsidR="005060EA">
        <w:t xml:space="preserve"> - Remote Training in VTS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3B17FB37" w:rsidR="00510D90" w:rsidRP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per the approved work programme for the committees, the VTS Committee commenced the development of a guideline on remote training in VTS at VTS55. </w:t>
      </w:r>
    </w:p>
    <w:p w14:paraId="3AF56B91" w14:textId="3B56BE21" w:rsid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>Based on the initial work carried out</w:t>
      </w:r>
      <w:r w:rsidR="003F6E64">
        <w:rPr>
          <w:rFonts w:ascii="Calibri" w:hAnsi="Calibri"/>
        </w:rPr>
        <w:t xml:space="preserve"> at VTS 57</w:t>
      </w:r>
      <w:r>
        <w:rPr>
          <w:rFonts w:ascii="Calibri" w:hAnsi="Calibri"/>
        </w:rPr>
        <w:t xml:space="preserve"> </w:t>
      </w:r>
      <w:r w:rsidR="003F6E64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draft guideline </w:t>
      </w:r>
      <w:r w:rsidR="003F6E64">
        <w:rPr>
          <w:rFonts w:ascii="Calibri" w:hAnsi="Calibri"/>
        </w:rPr>
        <w:t>was reviewed and revised during intersessional work</w:t>
      </w:r>
      <w:r w:rsidR="00510D90" w:rsidRPr="00510D90">
        <w:rPr>
          <w:rFonts w:ascii="Calibri" w:hAnsi="Calibri"/>
        </w:rPr>
        <w:t>.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18D8BE28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3F6E64">
        <w:rPr>
          <w:rFonts w:ascii="Calibri" w:hAnsi="Calibri"/>
        </w:rPr>
        <w:t>8</w:t>
      </w:r>
      <w:r w:rsidRPr="004E2EC4">
        <w:rPr>
          <w:rFonts w:ascii="Calibri" w:hAnsi="Calibri"/>
        </w:rPr>
        <w:t xml:space="preserve"> on the progress that was made </w:t>
      </w:r>
      <w:r w:rsidR="004C766F">
        <w:rPr>
          <w:rFonts w:ascii="Calibri" w:hAnsi="Calibri"/>
        </w:rPr>
        <w:t>on the development of a new IALA Guideline on Remote Training in VTS</w:t>
      </w:r>
      <w:r w:rsidR="006A2906">
        <w:rPr>
          <w:rFonts w:ascii="Calibri" w:hAnsi="Calibri"/>
        </w:rPr>
        <w:t xml:space="preserve">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651CBF4" w14:textId="162A38F2" w:rsidR="00CC0BA5" w:rsidRDefault="004C766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---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1D517EF2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</w:t>
      </w:r>
      <w:r>
        <w:rPr>
          <w:rFonts w:ascii="Calibri" w:hAnsi="Calibri"/>
        </w:rPr>
        <w:t>between</w:t>
      </w:r>
      <w:r w:rsidRPr="00B639AD">
        <w:rPr>
          <w:rFonts w:ascii="Calibri" w:hAnsi="Calibri"/>
        </w:rPr>
        <w:t xml:space="preserve">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7</w:t>
      </w:r>
      <w:r w:rsidR="003F6E64">
        <w:rPr>
          <w:rFonts w:ascii="Calibri" w:hAnsi="Calibri"/>
        </w:rPr>
        <w:t xml:space="preserve"> and VTS58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9943B4">
        <w:rPr>
          <w:rFonts w:ascii="Calibri" w:hAnsi="Calibri"/>
        </w:rPr>
        <w:t xml:space="preserve">progressed </w:t>
      </w:r>
      <w:r w:rsidR="004C766F">
        <w:rPr>
          <w:rFonts w:ascii="Calibri" w:hAnsi="Calibri"/>
        </w:rPr>
        <w:t xml:space="preserve">the development of the new guideline, and highlighted the following points: </w:t>
      </w:r>
    </w:p>
    <w:p w14:paraId="560D7C5E" w14:textId="1FBA3EFA" w:rsidR="00B639AD" w:rsidRDefault="004C766F" w:rsidP="00B639AD">
      <w:pPr>
        <w:pStyle w:val="Bullet1"/>
      </w:pPr>
      <w:r>
        <w:t xml:space="preserve">There is a need to ensure reduction of duplication with other documents, including those related to VTS simulation, training of VTS personnel, accreditation and authorization of VTS training.  </w:t>
      </w:r>
    </w:p>
    <w:p w14:paraId="175E60DF" w14:textId="632B5A74" w:rsidR="00C361BC" w:rsidRPr="00B639AD" w:rsidRDefault="00C361BC" w:rsidP="00B639AD">
      <w:pPr>
        <w:pStyle w:val="Bullet1"/>
      </w:pPr>
      <w:r>
        <w:t xml:space="preserve">It was agreed to harmonize the introduction section of the IALA training related guidelines to provide consistency and continuity.  </w:t>
      </w:r>
    </w:p>
    <w:p w14:paraId="5E690188" w14:textId="1B6D5B15" w:rsidR="00B639AD" w:rsidRPr="00B639AD" w:rsidRDefault="004C766F" w:rsidP="00B639AD">
      <w:pPr>
        <w:pStyle w:val="Bullet1"/>
      </w:pPr>
      <w:r>
        <w:t xml:space="preserve">The benefits and challenges </w:t>
      </w:r>
      <w:r w:rsidR="003F6E64">
        <w:t>have been highlighted – request for input from VTS Committee</w:t>
      </w:r>
    </w:p>
    <w:p w14:paraId="64D3218A" w14:textId="77777777" w:rsidR="00EF6880" w:rsidRDefault="00EF6880" w:rsidP="00EF6880">
      <w:pPr>
        <w:pStyle w:val="Bullet1"/>
      </w:pPr>
      <w:r>
        <w:t>Instructor skill sets may be different for remote training than onsite training</w:t>
      </w:r>
    </w:p>
    <w:p w14:paraId="7EEEAC2E" w14:textId="77777777" w:rsidR="00F82BD4" w:rsidRDefault="00F82BD4" w:rsidP="00F82BD4">
      <w:pPr>
        <w:pStyle w:val="Bullet1"/>
      </w:pPr>
      <w:r w:rsidRPr="00B639AD">
        <w:t>Continuity with revised R0103 and related Guidelines</w:t>
      </w:r>
    </w:p>
    <w:p w14:paraId="0673F6F7" w14:textId="77777777" w:rsidR="00F82BD4" w:rsidRDefault="00F82BD4" w:rsidP="00F82BD4">
      <w:pPr>
        <w:pStyle w:val="Bullet1"/>
      </w:pPr>
      <w:r>
        <w:lastRenderedPageBreak/>
        <w:t>The development of this guideline may result in subsequent changes to other IALA documents, including G1014 – Accreditation of VTS Training Organizations and Approval to Deliver IALA VTS Model Courses</w:t>
      </w:r>
    </w:p>
    <w:p w14:paraId="28EF4554" w14:textId="18464489" w:rsidR="00F82BD4" w:rsidRDefault="00F82BD4" w:rsidP="00F82BD4">
      <w:pPr>
        <w:pStyle w:val="BodyText"/>
      </w:pPr>
      <w:r>
        <w:t xml:space="preserve">VTS 58 will focus on </w:t>
      </w:r>
      <w:r w:rsidR="00EF6880">
        <w:t>further development of the document, with the following key points highlighted input from members:</w:t>
      </w:r>
    </w:p>
    <w:p w14:paraId="5EEC3C55" w14:textId="686496F4" w:rsidR="00CB35D2" w:rsidRDefault="00EF6880" w:rsidP="00B639AD">
      <w:pPr>
        <w:pStyle w:val="Bullet1"/>
      </w:pPr>
      <w:r>
        <w:t>Those</w:t>
      </w:r>
      <w:r w:rsidR="00CB35D2">
        <w:t xml:space="preserve"> who deliver VTS training (or other training) remotely are asked to provide any tips or thoughts on best practice </w:t>
      </w:r>
      <w:r>
        <w:t>for remote training (synchronous and asynchronous)</w:t>
      </w:r>
    </w:p>
    <w:p w14:paraId="6323DF5A" w14:textId="3586A2BF" w:rsidR="00E533A2" w:rsidRDefault="00E533A2" w:rsidP="00B639AD">
      <w:pPr>
        <w:pStyle w:val="Bullet1"/>
      </w:pPr>
      <w:r>
        <w:t xml:space="preserve">Input / review of </w:t>
      </w:r>
      <w:r w:rsidR="00AB315F">
        <w:t xml:space="preserve">specifically </w:t>
      </w:r>
      <w:r>
        <w:t>section</w:t>
      </w:r>
      <w:r w:rsidR="00AB315F">
        <w:t>s</w:t>
      </w:r>
      <w:r>
        <w:t xml:space="preserve"> 5.2 (Security perspectives) </w:t>
      </w:r>
      <w:r w:rsidR="00AB315F">
        <w:t xml:space="preserve">and 5.3 (Health and Safety Perspectives)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B40F348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</w:t>
      </w:r>
      <w:r w:rsidR="004C766F">
        <w:t xml:space="preserve">developing draft of IALA G-#### Remote training in VTS, which is due for completion at VTS59 </w:t>
      </w:r>
      <w:r w:rsidR="00077084">
        <w:t xml:space="preserve"> </w:t>
      </w:r>
    </w:p>
    <w:p w14:paraId="62DA2CB9" w14:textId="33F8D382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 xml:space="preserve">on the </w:t>
      </w:r>
      <w:r w:rsidR="004C766F">
        <w:t>draft guideline</w:t>
      </w:r>
      <w:r w:rsidR="003C1712">
        <w:t xml:space="preserve"> for consideration by WG3 at VTS5</w:t>
      </w:r>
      <w:r w:rsidR="00AB315F">
        <w:t>8, noting the specific requests for tips on delivery training remotely (asynchronous and synchronous) and sections 5.2 and 5.3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2E1BDBA4" w14:textId="09D6FD94" w:rsidR="004B196C" w:rsidRDefault="004C766F" w:rsidP="004B196C">
      <w:pPr>
        <w:pStyle w:val="BodyText"/>
        <w:numPr>
          <w:ilvl w:val="0"/>
          <w:numId w:val="75"/>
        </w:numPr>
      </w:pPr>
      <w:r>
        <w:t>VTS5</w:t>
      </w:r>
      <w:r w:rsidR="00AB315F">
        <w:t>8</w:t>
      </w:r>
      <w:r>
        <w:t>-</w:t>
      </w:r>
      <w:r w:rsidR="00584931">
        <w:t>10.1.9.1</w:t>
      </w:r>
      <w:r>
        <w:t xml:space="preserve"> Draft G-#### Remote Training in VTS</w:t>
      </w:r>
    </w:p>
    <w:p w14:paraId="5CAB4AC4" w14:textId="4F373D4C" w:rsidR="0061648D" w:rsidRPr="004B196C" w:rsidRDefault="0061648D" w:rsidP="004C766F">
      <w:pPr>
        <w:pStyle w:val="BodyText"/>
        <w:ind w:left="360"/>
      </w:pP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8B3B1" w14:textId="77777777" w:rsidR="00012F61" w:rsidRDefault="00012F61" w:rsidP="00362CD9">
      <w:r>
        <w:separator/>
      </w:r>
    </w:p>
  </w:endnote>
  <w:endnote w:type="continuationSeparator" w:id="0">
    <w:p w14:paraId="22E7A9EA" w14:textId="77777777" w:rsidR="00012F61" w:rsidRDefault="00012F6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3191BB69" w:rsidR="004533B7" w:rsidRPr="00C907DF" w:rsidRDefault="00AB315F" w:rsidP="004533B7">
    <w:pPr>
      <w:pStyle w:val="Footerportrait"/>
    </w:pPr>
    <w:fldSimple w:instr=" STYLEREF  Title  \* MERGEFORMAT ">
      <w:r w:rsidR="00584931">
        <w:t>Report of the Intersessional task group activity on the development of G-#### - Remote Training in VTS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8C7F7" w14:textId="77777777" w:rsidR="00012F61" w:rsidRDefault="00012F61" w:rsidP="00362CD9">
      <w:r>
        <w:separator/>
      </w:r>
    </w:p>
  </w:footnote>
  <w:footnote w:type="continuationSeparator" w:id="0">
    <w:p w14:paraId="0D8153A8" w14:textId="77777777" w:rsidR="00012F61" w:rsidRDefault="00012F61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6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0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1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5"/>
  </w:num>
  <w:num w:numId="53" w16cid:durableId="635454442">
    <w:abstractNumId w:val="48"/>
  </w:num>
  <w:num w:numId="54" w16cid:durableId="824660729">
    <w:abstractNumId w:val="15"/>
  </w:num>
  <w:num w:numId="55" w16cid:durableId="832336867">
    <w:abstractNumId w:val="49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7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5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5"/>
  </w:num>
  <w:num w:numId="78" w16cid:durableId="962230850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12F61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241C8"/>
    <w:rsid w:val="00177F4D"/>
    <w:rsid w:val="00180DDA"/>
    <w:rsid w:val="00194393"/>
    <w:rsid w:val="001A047F"/>
    <w:rsid w:val="001A75B5"/>
    <w:rsid w:val="001B2A2D"/>
    <w:rsid w:val="001B4C0C"/>
    <w:rsid w:val="001B737D"/>
    <w:rsid w:val="001C16B0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0499"/>
    <w:rsid w:val="00243228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C1F49"/>
    <w:rsid w:val="002C632E"/>
    <w:rsid w:val="002D3E8B"/>
    <w:rsid w:val="002D4575"/>
    <w:rsid w:val="002D5C0C"/>
    <w:rsid w:val="002E03D1"/>
    <w:rsid w:val="002E6B74"/>
    <w:rsid w:val="002E6FCA"/>
    <w:rsid w:val="003005A2"/>
    <w:rsid w:val="00317E0B"/>
    <w:rsid w:val="003351C4"/>
    <w:rsid w:val="0035243F"/>
    <w:rsid w:val="00353625"/>
    <w:rsid w:val="00356CD0"/>
    <w:rsid w:val="00362CD9"/>
    <w:rsid w:val="003761CA"/>
    <w:rsid w:val="0038049E"/>
    <w:rsid w:val="00380DAF"/>
    <w:rsid w:val="003972CE"/>
    <w:rsid w:val="003B1A22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0645"/>
    <w:rsid w:val="003F2918"/>
    <w:rsid w:val="003F430E"/>
    <w:rsid w:val="003F6E64"/>
    <w:rsid w:val="0041088C"/>
    <w:rsid w:val="0041230E"/>
    <w:rsid w:val="00420A38"/>
    <w:rsid w:val="00426DB3"/>
    <w:rsid w:val="00431B19"/>
    <w:rsid w:val="004533B7"/>
    <w:rsid w:val="00466083"/>
    <w:rsid w:val="004661AD"/>
    <w:rsid w:val="004830C5"/>
    <w:rsid w:val="004A1E6D"/>
    <w:rsid w:val="004B196C"/>
    <w:rsid w:val="004C766F"/>
    <w:rsid w:val="004D1D85"/>
    <w:rsid w:val="004D3C3A"/>
    <w:rsid w:val="004E1CD1"/>
    <w:rsid w:val="004E2EC4"/>
    <w:rsid w:val="004F7616"/>
    <w:rsid w:val="005060EA"/>
    <w:rsid w:val="0050690E"/>
    <w:rsid w:val="005107EB"/>
    <w:rsid w:val="00510D90"/>
    <w:rsid w:val="00517552"/>
    <w:rsid w:val="00521345"/>
    <w:rsid w:val="00526DF0"/>
    <w:rsid w:val="00533A66"/>
    <w:rsid w:val="00545CC4"/>
    <w:rsid w:val="00551FFF"/>
    <w:rsid w:val="005607A2"/>
    <w:rsid w:val="0057198B"/>
    <w:rsid w:val="00573CFE"/>
    <w:rsid w:val="00581AA0"/>
    <w:rsid w:val="00584931"/>
    <w:rsid w:val="005969F2"/>
    <w:rsid w:val="00597FAE"/>
    <w:rsid w:val="005B32A3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1648D"/>
    <w:rsid w:val="00626728"/>
    <w:rsid w:val="00635ADD"/>
    <w:rsid w:val="00637047"/>
    <w:rsid w:val="006652C3"/>
    <w:rsid w:val="006761DD"/>
    <w:rsid w:val="00691FD0"/>
    <w:rsid w:val="00692148"/>
    <w:rsid w:val="006A1A1E"/>
    <w:rsid w:val="006A2906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56B96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7E1137"/>
    <w:rsid w:val="0080294B"/>
    <w:rsid w:val="008128FF"/>
    <w:rsid w:val="0082480E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7F3F"/>
    <w:rsid w:val="00904066"/>
    <w:rsid w:val="00910E90"/>
    <w:rsid w:val="0092692B"/>
    <w:rsid w:val="00943E9C"/>
    <w:rsid w:val="00946D49"/>
    <w:rsid w:val="00953F4D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6765"/>
    <w:rsid w:val="00A26017"/>
    <w:rsid w:val="00A349EB"/>
    <w:rsid w:val="00A446C9"/>
    <w:rsid w:val="00A56C33"/>
    <w:rsid w:val="00A635D6"/>
    <w:rsid w:val="00A72757"/>
    <w:rsid w:val="00A800A9"/>
    <w:rsid w:val="00A8553A"/>
    <w:rsid w:val="00A93AED"/>
    <w:rsid w:val="00AB315F"/>
    <w:rsid w:val="00AC7D43"/>
    <w:rsid w:val="00AE00F4"/>
    <w:rsid w:val="00AE1319"/>
    <w:rsid w:val="00AE34BB"/>
    <w:rsid w:val="00AF203F"/>
    <w:rsid w:val="00B0084A"/>
    <w:rsid w:val="00B0520E"/>
    <w:rsid w:val="00B226F2"/>
    <w:rsid w:val="00B274DF"/>
    <w:rsid w:val="00B2795B"/>
    <w:rsid w:val="00B351F6"/>
    <w:rsid w:val="00B56BDF"/>
    <w:rsid w:val="00B639AD"/>
    <w:rsid w:val="00B65812"/>
    <w:rsid w:val="00B661C7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135F"/>
    <w:rsid w:val="00C361BC"/>
    <w:rsid w:val="00C52A4D"/>
    <w:rsid w:val="00C6171E"/>
    <w:rsid w:val="00C865DF"/>
    <w:rsid w:val="00C92A0B"/>
    <w:rsid w:val="00CA6F2C"/>
    <w:rsid w:val="00CB253B"/>
    <w:rsid w:val="00CB35D2"/>
    <w:rsid w:val="00CC0BA5"/>
    <w:rsid w:val="00CC3173"/>
    <w:rsid w:val="00CC79CE"/>
    <w:rsid w:val="00CF1871"/>
    <w:rsid w:val="00D019CE"/>
    <w:rsid w:val="00D1133E"/>
    <w:rsid w:val="00D17A34"/>
    <w:rsid w:val="00D26628"/>
    <w:rsid w:val="00D332B3"/>
    <w:rsid w:val="00D423E5"/>
    <w:rsid w:val="00D54CE7"/>
    <w:rsid w:val="00D55207"/>
    <w:rsid w:val="00D60825"/>
    <w:rsid w:val="00D81801"/>
    <w:rsid w:val="00D92B45"/>
    <w:rsid w:val="00D95962"/>
    <w:rsid w:val="00DC389B"/>
    <w:rsid w:val="00DE2FEE"/>
    <w:rsid w:val="00DF2E27"/>
    <w:rsid w:val="00DF4589"/>
    <w:rsid w:val="00E00BE9"/>
    <w:rsid w:val="00E04761"/>
    <w:rsid w:val="00E21F6D"/>
    <w:rsid w:val="00E22A11"/>
    <w:rsid w:val="00E31E5C"/>
    <w:rsid w:val="00E44DD2"/>
    <w:rsid w:val="00E533A2"/>
    <w:rsid w:val="00E558C3"/>
    <w:rsid w:val="00E55927"/>
    <w:rsid w:val="00E73AF7"/>
    <w:rsid w:val="00E815AC"/>
    <w:rsid w:val="00E900F1"/>
    <w:rsid w:val="00E912A6"/>
    <w:rsid w:val="00EA4844"/>
    <w:rsid w:val="00EA4D9C"/>
    <w:rsid w:val="00EA5A97"/>
    <w:rsid w:val="00EB5A2B"/>
    <w:rsid w:val="00EB75EE"/>
    <w:rsid w:val="00ED1974"/>
    <w:rsid w:val="00EE4C1D"/>
    <w:rsid w:val="00EE7C16"/>
    <w:rsid w:val="00EF3685"/>
    <w:rsid w:val="00EF3913"/>
    <w:rsid w:val="00EF6880"/>
    <w:rsid w:val="00F04350"/>
    <w:rsid w:val="00F133DB"/>
    <w:rsid w:val="00F159EB"/>
    <w:rsid w:val="00F25BF4"/>
    <w:rsid w:val="00F267DB"/>
    <w:rsid w:val="00F46F6F"/>
    <w:rsid w:val="00F50A57"/>
    <w:rsid w:val="00F60608"/>
    <w:rsid w:val="00F62217"/>
    <w:rsid w:val="00F71ACC"/>
    <w:rsid w:val="00F76A32"/>
    <w:rsid w:val="00F82BD4"/>
    <w:rsid w:val="00F96284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D4E2E-2140-40EC-BF03-5E4ACD124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15</cp:revision>
  <dcterms:created xsi:type="dcterms:W3CDTF">2025-01-08T10:16:00Z</dcterms:created>
  <dcterms:modified xsi:type="dcterms:W3CDTF">2025-08-24T15:46:00Z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